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0283002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1C7F01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2F5E1292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1C7F01">
        <w:rPr>
          <w:rFonts w:ascii="Corbel" w:hAnsi="Corbel"/>
          <w:sz w:val="24"/>
          <w:szCs w:val="24"/>
        </w:rPr>
        <w:t>0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1C7F01">
        <w:rPr>
          <w:rFonts w:ascii="Corbel" w:hAnsi="Corbel"/>
          <w:sz w:val="24"/>
          <w:szCs w:val="24"/>
        </w:rPr>
        <w:t>1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E61B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studies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Gos W.,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Kiziukiewicz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Mućko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85139" w14:textId="77777777" w:rsidR="0016459F" w:rsidRDefault="0016459F" w:rsidP="00C16ABF">
      <w:pPr>
        <w:spacing w:after="0" w:line="240" w:lineRule="auto"/>
      </w:pPr>
      <w:r>
        <w:separator/>
      </w:r>
    </w:p>
  </w:endnote>
  <w:endnote w:type="continuationSeparator" w:id="0">
    <w:p w14:paraId="61ABC1CE" w14:textId="77777777" w:rsidR="0016459F" w:rsidRDefault="001645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80C19" w14:textId="77777777" w:rsidR="0016459F" w:rsidRDefault="0016459F" w:rsidP="00C16ABF">
      <w:pPr>
        <w:spacing w:after="0" w:line="240" w:lineRule="auto"/>
      </w:pPr>
      <w:r>
        <w:separator/>
      </w:r>
    </w:p>
  </w:footnote>
  <w:footnote w:type="continuationSeparator" w:id="0">
    <w:p w14:paraId="2F70082C" w14:textId="77777777" w:rsidR="0016459F" w:rsidRDefault="0016459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59F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7F0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970B34-9205-4AE7-B9BB-D1063563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2020-10-23T12:16:00Z</cp:lastPrinted>
  <dcterms:created xsi:type="dcterms:W3CDTF">2020-10-22T15:05:00Z</dcterms:created>
  <dcterms:modified xsi:type="dcterms:W3CDTF">2021-11-05T12:06:00Z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